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FD4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C7CD7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20F516" w14:textId="1DCFDF8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705E3" w:rsidRPr="003705E3">
        <w:rPr>
          <w:rFonts w:ascii="Corbel" w:hAnsi="Corbel"/>
          <w:b/>
          <w:smallCaps/>
          <w:sz w:val="24"/>
          <w:szCs w:val="24"/>
        </w:rPr>
        <w:t>202</w:t>
      </w:r>
      <w:r w:rsidR="0052753E">
        <w:rPr>
          <w:rFonts w:ascii="Corbel" w:hAnsi="Corbel"/>
          <w:b/>
          <w:smallCaps/>
          <w:sz w:val="24"/>
          <w:szCs w:val="24"/>
        </w:rPr>
        <w:t>3</w:t>
      </w:r>
      <w:r w:rsidR="003705E3" w:rsidRPr="003705E3">
        <w:rPr>
          <w:rFonts w:ascii="Corbel" w:hAnsi="Corbel"/>
          <w:b/>
          <w:smallCaps/>
          <w:sz w:val="24"/>
          <w:szCs w:val="24"/>
        </w:rPr>
        <w:t>-202</w:t>
      </w:r>
      <w:r w:rsidR="0052753E">
        <w:rPr>
          <w:rFonts w:ascii="Corbel" w:hAnsi="Corbel"/>
          <w:b/>
          <w:smallCaps/>
          <w:sz w:val="24"/>
          <w:szCs w:val="24"/>
        </w:rPr>
        <w:t>5</w:t>
      </w:r>
    </w:p>
    <w:p w14:paraId="52673E0F" w14:textId="724314AA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41BA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C4A308" w14:textId="722C6BB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3FD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3705E3">
        <w:rPr>
          <w:rFonts w:ascii="Corbel" w:hAnsi="Corbel"/>
          <w:sz w:val="20"/>
          <w:szCs w:val="20"/>
        </w:rPr>
        <w:t xml:space="preserve"> </w:t>
      </w:r>
      <w:r w:rsidR="003705E3" w:rsidRPr="003705E3">
        <w:rPr>
          <w:rFonts w:ascii="Corbel" w:hAnsi="Corbel"/>
          <w:sz w:val="20"/>
          <w:szCs w:val="20"/>
        </w:rPr>
        <w:t>202</w:t>
      </w:r>
      <w:r w:rsidR="0052753E">
        <w:rPr>
          <w:rFonts w:ascii="Corbel" w:hAnsi="Corbel"/>
          <w:sz w:val="20"/>
          <w:szCs w:val="20"/>
        </w:rPr>
        <w:t>4</w:t>
      </w:r>
      <w:r w:rsidR="003705E3" w:rsidRPr="003705E3">
        <w:rPr>
          <w:rFonts w:ascii="Corbel" w:hAnsi="Corbel"/>
          <w:sz w:val="20"/>
          <w:szCs w:val="20"/>
        </w:rPr>
        <w:t>/202</w:t>
      </w:r>
      <w:r w:rsidR="0052753E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 xml:space="preserve"> </w:t>
      </w:r>
    </w:p>
    <w:p w14:paraId="5BAF6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C5EE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3A89593" w14:textId="77777777" w:rsidTr="00B819C8">
        <w:tc>
          <w:tcPr>
            <w:tcW w:w="2694" w:type="dxa"/>
            <w:vAlign w:val="center"/>
          </w:tcPr>
          <w:p w14:paraId="2E5BD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9B30B7" w14:textId="77777777" w:rsidR="0085747A" w:rsidRPr="00741BAF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41BAF">
              <w:rPr>
                <w:rFonts w:ascii="Corbel" w:hAnsi="Corbel"/>
                <w:sz w:val="24"/>
                <w:szCs w:val="24"/>
              </w:rPr>
              <w:t>Pozarządowe formy bezpieczeństwa</w:t>
            </w:r>
          </w:p>
        </w:tc>
      </w:tr>
      <w:tr w:rsidR="0085747A" w:rsidRPr="009C54AE" w14:paraId="7339F297" w14:textId="77777777" w:rsidTr="00B819C8">
        <w:tc>
          <w:tcPr>
            <w:tcW w:w="2694" w:type="dxa"/>
            <w:vAlign w:val="center"/>
          </w:tcPr>
          <w:p w14:paraId="357F11F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17B09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MK12</w:t>
            </w:r>
          </w:p>
        </w:tc>
      </w:tr>
      <w:tr w:rsidR="0085747A" w:rsidRPr="009C54AE" w14:paraId="51A3327F" w14:textId="77777777" w:rsidTr="00B819C8">
        <w:tc>
          <w:tcPr>
            <w:tcW w:w="2694" w:type="dxa"/>
            <w:vAlign w:val="center"/>
          </w:tcPr>
          <w:p w14:paraId="111C816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9CC0F5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3ADB4" w14:textId="77777777" w:rsidTr="00B819C8">
        <w:tc>
          <w:tcPr>
            <w:tcW w:w="2694" w:type="dxa"/>
            <w:vAlign w:val="center"/>
          </w:tcPr>
          <w:p w14:paraId="7CD514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80F8C0" w14:textId="058E09B3" w:rsidR="0085747A" w:rsidRPr="000C1ABE" w:rsidRDefault="00EE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3F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3ED96EC9" w14:textId="77777777" w:rsidTr="00B819C8">
        <w:tc>
          <w:tcPr>
            <w:tcW w:w="2694" w:type="dxa"/>
            <w:vAlign w:val="center"/>
          </w:tcPr>
          <w:p w14:paraId="46BB7E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F493DE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14:paraId="7B6A919A" w14:textId="77777777" w:rsidTr="00B819C8">
        <w:tc>
          <w:tcPr>
            <w:tcW w:w="2694" w:type="dxa"/>
            <w:vAlign w:val="center"/>
          </w:tcPr>
          <w:p w14:paraId="367BE54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175026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14:paraId="53E832A7" w14:textId="77777777" w:rsidTr="00B819C8">
        <w:tc>
          <w:tcPr>
            <w:tcW w:w="2694" w:type="dxa"/>
            <w:vAlign w:val="center"/>
          </w:tcPr>
          <w:p w14:paraId="4260AB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B12514" w14:textId="77777777" w:rsidR="0085747A" w:rsidRPr="009C54AE" w:rsidRDefault="00C53C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38EB6A9" w14:textId="77777777" w:rsidTr="00B819C8">
        <w:tc>
          <w:tcPr>
            <w:tcW w:w="2694" w:type="dxa"/>
            <w:vAlign w:val="center"/>
          </w:tcPr>
          <w:p w14:paraId="0DEC07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FA334C" w14:textId="77777777" w:rsidR="0085747A" w:rsidRPr="009C54AE" w:rsidRDefault="004A7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160448A" w14:textId="77777777" w:rsidTr="00B819C8">
        <w:tc>
          <w:tcPr>
            <w:tcW w:w="2694" w:type="dxa"/>
            <w:vAlign w:val="center"/>
          </w:tcPr>
          <w:p w14:paraId="550259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269649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14:paraId="01368B0F" w14:textId="77777777" w:rsidTr="00B819C8">
        <w:tc>
          <w:tcPr>
            <w:tcW w:w="2694" w:type="dxa"/>
            <w:vAlign w:val="center"/>
          </w:tcPr>
          <w:p w14:paraId="05322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630AF" w14:textId="77777777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9F506BE" w14:textId="77777777" w:rsidTr="00B819C8">
        <w:tc>
          <w:tcPr>
            <w:tcW w:w="2694" w:type="dxa"/>
            <w:vAlign w:val="center"/>
          </w:tcPr>
          <w:p w14:paraId="24817E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CE0DD3" w14:textId="77777777" w:rsidR="00923D7D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FEC5751" w14:textId="77777777" w:rsidTr="00B819C8">
        <w:tc>
          <w:tcPr>
            <w:tcW w:w="2694" w:type="dxa"/>
            <w:vAlign w:val="center"/>
          </w:tcPr>
          <w:p w14:paraId="48109A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F97438" w14:textId="72DD74CE"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2753E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503711E" w14:textId="77777777" w:rsidTr="00B819C8">
        <w:tc>
          <w:tcPr>
            <w:tcW w:w="2694" w:type="dxa"/>
            <w:vAlign w:val="center"/>
          </w:tcPr>
          <w:p w14:paraId="08DEA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1195CA1" w14:textId="5A25D409" w:rsidR="0085747A" w:rsidRPr="009C54AE" w:rsidRDefault="000C1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2753E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017639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58F87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3FC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4635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034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9C5C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C3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42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30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10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57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48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EE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A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B5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384A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BA2" w14:textId="77777777"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ED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2E14" w14:textId="77777777" w:rsidR="00015B8F" w:rsidRPr="009C54AE" w:rsidRDefault="005242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7E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A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04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92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3C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3F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4F99" w14:textId="77777777"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ECEB6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0F4E6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5E52DF" w14:textId="77777777" w:rsidR="00741BAF" w:rsidRDefault="00741BA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794038B5" w14:textId="15671C84" w:rsidR="0085747A" w:rsidRPr="009C54AE" w:rsidRDefault="00741BA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741BA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FCC6FC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0E97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C446E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14:paraId="0FC2BDE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FC20C2" w14:textId="2FBD9DD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5D0930" w14:textId="713156CB" w:rsidR="00741BAF" w:rsidRPr="009C54AE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991B16" w14:textId="77777777" w:rsidTr="00745302">
        <w:tc>
          <w:tcPr>
            <w:tcW w:w="9670" w:type="dxa"/>
          </w:tcPr>
          <w:p w14:paraId="18976F64" w14:textId="0CDB9246" w:rsidR="0085747A" w:rsidRPr="009C54AE" w:rsidRDefault="0018625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kompetencji organizacji pozarządowych oraz roli jaką pełnią w systemie bezpieczeństwa wewnętrznego. </w:t>
            </w:r>
          </w:p>
        </w:tc>
      </w:tr>
    </w:tbl>
    <w:p w14:paraId="072A8E17" w14:textId="77777777" w:rsidR="00741BAF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B0C09C" w14:textId="0699CF2B" w:rsidR="0085747A" w:rsidRPr="00C05F44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7D9DB3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BABB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B119E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727C95" w14:textId="77777777" w:rsidTr="00923D7D">
        <w:tc>
          <w:tcPr>
            <w:tcW w:w="851" w:type="dxa"/>
            <w:vAlign w:val="center"/>
          </w:tcPr>
          <w:p w14:paraId="563CBF8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8D5E95" w14:textId="77777777"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aktów prawnych mających wpływ na pozarządowe formy bezpieczeństwa</w:t>
            </w:r>
          </w:p>
        </w:tc>
      </w:tr>
      <w:tr w:rsidR="0085747A" w:rsidRPr="009C54AE" w14:paraId="3E42D73C" w14:textId="77777777" w:rsidTr="00923D7D">
        <w:tc>
          <w:tcPr>
            <w:tcW w:w="851" w:type="dxa"/>
            <w:vAlign w:val="center"/>
          </w:tcPr>
          <w:p w14:paraId="70221CBE" w14:textId="77777777" w:rsidR="0085747A" w:rsidRPr="009C54AE" w:rsidRDefault="001862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B5A333" w14:textId="77777777"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wiedzą na temat działalności samorządów oraz roli społeczeństwa obywatelskiego w Polsce</w:t>
            </w:r>
          </w:p>
        </w:tc>
      </w:tr>
      <w:tr w:rsidR="0085747A" w:rsidRPr="009C54AE" w14:paraId="6263D216" w14:textId="77777777" w:rsidTr="00923D7D">
        <w:tc>
          <w:tcPr>
            <w:tcW w:w="851" w:type="dxa"/>
            <w:vAlign w:val="center"/>
          </w:tcPr>
          <w:p w14:paraId="2547EE5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862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3905042" w14:textId="77777777" w:rsidR="0085747A" w:rsidRPr="0018625C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625C">
              <w:rPr>
                <w:rFonts w:ascii="Corbel" w:hAnsi="Corbel"/>
                <w:b w:val="0"/>
                <w:sz w:val="24"/>
                <w:szCs w:val="24"/>
              </w:rPr>
              <w:t>Student posiada wiedzę na temat podmiotów międzynarodowych mających wpływ na pozarządowe formy bezpieczeństwa</w:t>
            </w:r>
          </w:p>
        </w:tc>
      </w:tr>
    </w:tbl>
    <w:p w14:paraId="2A7F75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C106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2C643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3ED5F5E" w14:textId="77777777" w:rsidTr="0071620A">
        <w:tc>
          <w:tcPr>
            <w:tcW w:w="1701" w:type="dxa"/>
            <w:vAlign w:val="center"/>
          </w:tcPr>
          <w:p w14:paraId="500E61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BCC1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46245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080DA4" w14:textId="77777777" w:rsidTr="005E6E85">
        <w:tc>
          <w:tcPr>
            <w:tcW w:w="1701" w:type="dxa"/>
          </w:tcPr>
          <w:p w14:paraId="54708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1FB5BA" w14:textId="77777777"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Posiada wiedzę na temat prawidłowych zachowań w</w:t>
            </w:r>
            <w:r w:rsidR="001279A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C3267">
              <w:rPr>
                <w:rFonts w:ascii="Corbel" w:hAnsi="Corbel"/>
                <w:b w:val="0"/>
                <w:smallCaps w:val="0"/>
                <w:szCs w:val="24"/>
              </w:rPr>
              <w:t>społeczeństwie obywatelskim</w:t>
            </w:r>
          </w:p>
        </w:tc>
        <w:tc>
          <w:tcPr>
            <w:tcW w:w="1873" w:type="dxa"/>
          </w:tcPr>
          <w:p w14:paraId="448BAA10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17153F4" w14:textId="77777777" w:rsidTr="005E6E85">
        <w:tc>
          <w:tcPr>
            <w:tcW w:w="1701" w:type="dxa"/>
          </w:tcPr>
          <w:p w14:paraId="790020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F15281" w14:textId="77777777"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Interpretuje zjawiska dotyczące bezpieczeństwa i</w:t>
            </w:r>
            <w:r w:rsidR="001279A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C3267">
              <w:rPr>
                <w:rFonts w:ascii="Corbel" w:hAnsi="Corbel"/>
                <w:b w:val="0"/>
                <w:smallCaps w:val="0"/>
                <w:szCs w:val="24"/>
              </w:rPr>
              <w:t>dokonuje ich powiązań z formami pozarządowymi</w:t>
            </w:r>
          </w:p>
        </w:tc>
        <w:tc>
          <w:tcPr>
            <w:tcW w:w="1873" w:type="dxa"/>
          </w:tcPr>
          <w:p w14:paraId="08F6DC62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1B84518" w14:textId="77777777" w:rsidTr="005E6E85">
        <w:tc>
          <w:tcPr>
            <w:tcW w:w="1701" w:type="dxa"/>
          </w:tcPr>
          <w:p w14:paraId="73AE5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862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2FA4A7A" w14:textId="77777777" w:rsidR="0085747A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wiedzę do interpretowania zachodzących zjawisk</w:t>
            </w:r>
          </w:p>
        </w:tc>
        <w:tc>
          <w:tcPr>
            <w:tcW w:w="1873" w:type="dxa"/>
          </w:tcPr>
          <w:p w14:paraId="5707CFB5" w14:textId="77777777"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8625C" w:rsidRPr="009C54AE" w14:paraId="0C9C0694" w14:textId="77777777" w:rsidTr="005E6E85">
        <w:tc>
          <w:tcPr>
            <w:tcW w:w="1701" w:type="dxa"/>
          </w:tcPr>
          <w:p w14:paraId="753FA19A" w14:textId="77777777" w:rsidR="0018625C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52782C3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widzę w celu analizowania problemów zachodzących w społeczeństwie</w:t>
            </w:r>
          </w:p>
        </w:tc>
        <w:tc>
          <w:tcPr>
            <w:tcW w:w="1873" w:type="dxa"/>
          </w:tcPr>
          <w:p w14:paraId="77D04961" w14:textId="77777777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8625C" w:rsidRPr="009C54AE" w14:paraId="22CBDA9D" w14:textId="77777777" w:rsidTr="005E6E85">
        <w:tc>
          <w:tcPr>
            <w:tcW w:w="1701" w:type="dxa"/>
          </w:tcPr>
          <w:p w14:paraId="58B50473" w14:textId="77777777"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378A1D2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Proponuje rozwiązania konkretnych problemów oraz przewiduje skutki planowanych działań</w:t>
            </w:r>
          </w:p>
        </w:tc>
        <w:tc>
          <w:tcPr>
            <w:tcW w:w="1873" w:type="dxa"/>
          </w:tcPr>
          <w:p w14:paraId="35E4BA4D" w14:textId="688B7C42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492D07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18625C" w:rsidRPr="009C54AE" w14:paraId="54AD5607" w14:textId="77777777" w:rsidTr="005E6E85">
        <w:tc>
          <w:tcPr>
            <w:tcW w:w="1701" w:type="dxa"/>
          </w:tcPr>
          <w:p w14:paraId="018E8D2F" w14:textId="77777777"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4CAF6E0" w14:textId="77777777"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Potrafi współpracować w grupie i realizować powierzone zadania</w:t>
            </w:r>
          </w:p>
        </w:tc>
        <w:tc>
          <w:tcPr>
            <w:tcW w:w="1873" w:type="dxa"/>
          </w:tcPr>
          <w:p w14:paraId="096DCF10" w14:textId="77777777"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8CA3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FDAC4" w14:textId="77777777" w:rsidR="0085747A" w:rsidRDefault="00675843" w:rsidP="00CC326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6E84367" w14:textId="77777777" w:rsidR="00CC3267" w:rsidRPr="00CC3267" w:rsidRDefault="00CC3267" w:rsidP="00CC326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6EBB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E0BE75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A8158D" w14:textId="77777777" w:rsidTr="00923D7D">
        <w:tc>
          <w:tcPr>
            <w:tcW w:w="9639" w:type="dxa"/>
          </w:tcPr>
          <w:p w14:paraId="59B72F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267" w:rsidRPr="009C54AE" w14:paraId="089AC482" w14:textId="77777777" w:rsidTr="00923D7D">
        <w:tc>
          <w:tcPr>
            <w:tcW w:w="9639" w:type="dxa"/>
          </w:tcPr>
          <w:p w14:paraId="424FC08D" w14:textId="77777777" w:rsidR="00CC3267" w:rsidRPr="009C54AE" w:rsidRDefault="00CC3267" w:rsidP="00CC32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dotyczące pozarządowych form bezpieczeństwa</w:t>
            </w:r>
          </w:p>
        </w:tc>
      </w:tr>
      <w:tr w:rsidR="00CC3267" w:rsidRPr="009C54AE" w14:paraId="7B045AA8" w14:textId="77777777" w:rsidTr="00923D7D">
        <w:tc>
          <w:tcPr>
            <w:tcW w:w="9639" w:type="dxa"/>
          </w:tcPr>
          <w:p w14:paraId="34715631" w14:textId="77777777"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Rodzaje, zasady oraz obszar działania organizacji pozarządowych</w:t>
            </w:r>
          </w:p>
        </w:tc>
      </w:tr>
      <w:tr w:rsidR="00CC3267" w:rsidRPr="009C54AE" w14:paraId="15147768" w14:textId="77777777" w:rsidTr="00923D7D">
        <w:tc>
          <w:tcPr>
            <w:tcW w:w="9639" w:type="dxa"/>
          </w:tcPr>
          <w:p w14:paraId="7116DC75" w14:textId="77777777"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społeczeństwa obywatelskiego</w:t>
            </w:r>
          </w:p>
        </w:tc>
      </w:tr>
      <w:tr w:rsidR="00CC3267" w:rsidRPr="009C54AE" w14:paraId="1B0293ED" w14:textId="77777777" w:rsidTr="00923D7D">
        <w:tc>
          <w:tcPr>
            <w:tcW w:w="9639" w:type="dxa"/>
          </w:tcPr>
          <w:p w14:paraId="4D3590D8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międzynarodowe organizacje pozarządowe</w:t>
            </w:r>
          </w:p>
        </w:tc>
      </w:tr>
      <w:tr w:rsidR="00CC3267" w:rsidRPr="009C54AE" w14:paraId="6C0702F4" w14:textId="77777777" w:rsidTr="00923D7D">
        <w:tc>
          <w:tcPr>
            <w:tcW w:w="9639" w:type="dxa"/>
          </w:tcPr>
          <w:p w14:paraId="4CF19C53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Samorządy oraz organizacje pozarządowe w Polsce</w:t>
            </w:r>
          </w:p>
        </w:tc>
      </w:tr>
      <w:tr w:rsidR="00CC3267" w:rsidRPr="009C54AE" w14:paraId="4EFFC676" w14:textId="77777777" w:rsidTr="00923D7D">
        <w:tc>
          <w:tcPr>
            <w:tcW w:w="9639" w:type="dxa"/>
          </w:tcPr>
          <w:p w14:paraId="64092C92" w14:textId="77777777"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nadzór działalności samorządów i organizacji pozarządowych w Polsce</w:t>
            </w:r>
          </w:p>
        </w:tc>
      </w:tr>
    </w:tbl>
    <w:p w14:paraId="456D8C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B449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D7FC0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C2024" w14:textId="6E64D96C" w:rsidR="00CC3267" w:rsidRDefault="00153C41" w:rsidP="001279A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CC3267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0B69DBD9" w14:textId="77777777" w:rsidR="00C53C74" w:rsidRPr="001279A2" w:rsidRDefault="00C53C74" w:rsidP="001279A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723D45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961CD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DE55E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915B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C6062A" w:rsidRPr="009C54AE" w14:paraId="2BC40EC9" w14:textId="77777777" w:rsidTr="00A32465">
        <w:tc>
          <w:tcPr>
            <w:tcW w:w="2410" w:type="dxa"/>
            <w:vAlign w:val="center"/>
          </w:tcPr>
          <w:p w14:paraId="446D318D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C12B69B" w14:textId="41543C03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41B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14:paraId="64F41D9E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2110EA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92A4AC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062A" w:rsidRPr="009C54AE" w14:paraId="4FAAEF98" w14:textId="77777777" w:rsidTr="00A32465">
        <w:tc>
          <w:tcPr>
            <w:tcW w:w="2410" w:type="dxa"/>
          </w:tcPr>
          <w:p w14:paraId="1B78069E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6A2ADD1" w14:textId="77777777" w:rsidR="00C6062A" w:rsidRPr="00D3638F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9F323A4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10A2FBEA" w14:textId="77777777" w:rsidTr="00A32465">
        <w:tc>
          <w:tcPr>
            <w:tcW w:w="2410" w:type="dxa"/>
          </w:tcPr>
          <w:p w14:paraId="6BB669B7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500286F8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C00AABE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75C51C3F" w14:textId="77777777" w:rsidTr="00A32465">
        <w:tc>
          <w:tcPr>
            <w:tcW w:w="2410" w:type="dxa"/>
          </w:tcPr>
          <w:p w14:paraId="57A6FF05" w14:textId="77777777"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C9259CE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58BF865" w14:textId="77777777"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3F79DAA0" w14:textId="77777777" w:rsidTr="00A32465">
        <w:tc>
          <w:tcPr>
            <w:tcW w:w="2410" w:type="dxa"/>
          </w:tcPr>
          <w:p w14:paraId="25D989C2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586AE78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AE00703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2C0CA34A" w14:textId="77777777" w:rsidTr="00A32465">
        <w:tc>
          <w:tcPr>
            <w:tcW w:w="2410" w:type="dxa"/>
          </w:tcPr>
          <w:p w14:paraId="40C5127A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362B0CE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5C25AA8C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14:paraId="78AD91B1" w14:textId="77777777" w:rsidTr="00A32465">
        <w:tc>
          <w:tcPr>
            <w:tcW w:w="2410" w:type="dxa"/>
          </w:tcPr>
          <w:p w14:paraId="7BE10CF8" w14:textId="77777777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03BB840D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4BC5A73C" w14:textId="77777777"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5BB3E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899F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E6F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49DAA1" w14:textId="77777777" w:rsidTr="00923D7D">
        <w:tc>
          <w:tcPr>
            <w:tcW w:w="9670" w:type="dxa"/>
          </w:tcPr>
          <w:p w14:paraId="05FB0DFC" w14:textId="77777777"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sprawdzający wiedzę studentów </w:t>
            </w:r>
          </w:p>
          <w:p w14:paraId="0B54320D" w14:textId="77777777"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</w:p>
          <w:p w14:paraId="3810C45C" w14:textId="77777777" w:rsidR="0085747A" w:rsidRPr="009C54AE" w:rsidRDefault="00C60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za przygotowany projekt zaliczeniowy</w:t>
            </w:r>
          </w:p>
        </w:tc>
      </w:tr>
    </w:tbl>
    <w:p w14:paraId="0A5551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8A4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70C0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B07FBFB" w14:textId="77777777" w:rsidTr="003E1941">
        <w:tc>
          <w:tcPr>
            <w:tcW w:w="4962" w:type="dxa"/>
            <w:vAlign w:val="center"/>
          </w:tcPr>
          <w:p w14:paraId="52A546E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9D85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470AE15" w14:textId="77777777" w:rsidTr="00923D7D">
        <w:tc>
          <w:tcPr>
            <w:tcW w:w="4962" w:type="dxa"/>
          </w:tcPr>
          <w:p w14:paraId="1C5A95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A1C22D2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6E8ADC1A" w14:textId="77777777" w:rsidTr="00923D7D">
        <w:tc>
          <w:tcPr>
            <w:tcW w:w="4962" w:type="dxa"/>
          </w:tcPr>
          <w:p w14:paraId="71D2FC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25D0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D8598" w14:textId="77777777"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0B7E0B8" w14:textId="77777777" w:rsidTr="00923D7D">
        <w:tc>
          <w:tcPr>
            <w:tcW w:w="4962" w:type="dxa"/>
          </w:tcPr>
          <w:p w14:paraId="602AC1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33B7B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07C25A" w14:textId="77777777"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8446BF8" w14:textId="77777777" w:rsidTr="00923D7D">
        <w:tc>
          <w:tcPr>
            <w:tcW w:w="4962" w:type="dxa"/>
          </w:tcPr>
          <w:p w14:paraId="3934CD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FA5B2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C4B19E6" w14:textId="77777777" w:rsidTr="00923D7D">
        <w:tc>
          <w:tcPr>
            <w:tcW w:w="4962" w:type="dxa"/>
          </w:tcPr>
          <w:p w14:paraId="43EEB57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B3EAFF" w14:textId="77777777"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D37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AB13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24EC0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80C3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211B" w:rsidRPr="009C54AE" w14:paraId="31690A95" w14:textId="77777777" w:rsidTr="0071620A">
        <w:trPr>
          <w:trHeight w:val="397"/>
        </w:trPr>
        <w:tc>
          <w:tcPr>
            <w:tcW w:w="3544" w:type="dxa"/>
          </w:tcPr>
          <w:p w14:paraId="68E587D6" w14:textId="77777777" w:rsidR="00ED211B" w:rsidRPr="009C54AE" w:rsidRDefault="00ED211B" w:rsidP="00ED21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990531" w14:textId="3AEB919E" w:rsidR="00ED211B" w:rsidRPr="009C54AE" w:rsidRDefault="00ED211B" w:rsidP="00ED211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D4252">
              <w:t>Nie dotyczy</w:t>
            </w:r>
          </w:p>
        </w:tc>
      </w:tr>
      <w:tr w:rsidR="00ED211B" w:rsidRPr="009C54AE" w14:paraId="120F9E4D" w14:textId="77777777" w:rsidTr="0071620A">
        <w:trPr>
          <w:trHeight w:val="397"/>
        </w:trPr>
        <w:tc>
          <w:tcPr>
            <w:tcW w:w="3544" w:type="dxa"/>
          </w:tcPr>
          <w:p w14:paraId="25C7D18B" w14:textId="77777777" w:rsidR="00ED211B" w:rsidRPr="009C54AE" w:rsidRDefault="00ED211B" w:rsidP="00ED21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DBE8C0C" w14:textId="7A3E3D86" w:rsidR="00ED211B" w:rsidRPr="009C54AE" w:rsidRDefault="00ED211B" w:rsidP="00ED211B">
            <w:pPr>
              <w:rPr>
                <w:rFonts w:ascii="Corbel" w:hAnsi="Corbel"/>
                <w:b/>
                <w:smallCaps/>
                <w:szCs w:val="24"/>
              </w:rPr>
            </w:pPr>
            <w:r w:rsidRPr="004D4252">
              <w:t>Nie dotyczy</w:t>
            </w:r>
          </w:p>
        </w:tc>
      </w:tr>
    </w:tbl>
    <w:p w14:paraId="7C389FD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594AA9" w14:textId="77777777" w:rsidR="00C6062A" w:rsidRDefault="00C6062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79FADC" w14:textId="77777777" w:rsidR="001279A2" w:rsidRPr="009C54AE" w:rsidRDefault="001279A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976A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69CF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6062A" w:rsidRPr="009C54AE" w14:paraId="218650C4" w14:textId="77777777" w:rsidTr="00A32465">
        <w:trPr>
          <w:trHeight w:val="397"/>
        </w:trPr>
        <w:tc>
          <w:tcPr>
            <w:tcW w:w="7513" w:type="dxa"/>
          </w:tcPr>
          <w:p w14:paraId="5A452143" w14:textId="44D4F931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3FD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68B2C7" w14:textId="77777777" w:rsidR="00EE3FDE" w:rsidRPr="00EE3FDE" w:rsidRDefault="00EE3FDE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919F88F" w14:textId="77777777"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Misiuk, Administracja porządku i bezpieczeństwa publicznego. Zagadnienia prawno-us</w:t>
            </w:r>
            <w:r>
              <w:rPr>
                <w:rStyle w:val="wrtext"/>
                <w:b w:val="0"/>
                <w:sz w:val="20"/>
                <w:szCs w:val="20"/>
              </w:rPr>
              <w:t>trojowe, Warszawa 2008.</w:t>
            </w:r>
          </w:p>
          <w:p w14:paraId="64614B08" w14:textId="77777777"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>2.</w:t>
            </w:r>
            <w:r>
              <w:t xml:space="preserve">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Urban, Bezpieczeństwo społeczności lokalnych, Warszawa 2009.</w:t>
            </w:r>
          </w:p>
          <w:p w14:paraId="03885DE2" w14:textId="77777777" w:rsidR="00C6062A" w:rsidRPr="00135C9D" w:rsidRDefault="00C6062A" w:rsidP="00EE3FDE">
            <w:pPr>
              <w:pStyle w:val="Punktygwne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3. </w:t>
            </w:r>
            <w:r w:rsidRPr="00135C9D">
              <w:rPr>
                <w:rStyle w:val="wrtext"/>
                <w:b w:val="0"/>
                <w:sz w:val="20"/>
                <w:szCs w:val="20"/>
              </w:rPr>
              <w:t>Kurleto M. H., Organizacje pozarządowe w działalności pożytku publicznego, Wydawnictwo Prawnicze LexisNexis , Warszawa 2008.</w:t>
            </w:r>
          </w:p>
        </w:tc>
      </w:tr>
      <w:tr w:rsidR="00C6062A" w:rsidRPr="009C54AE" w14:paraId="1ECFCC78" w14:textId="77777777" w:rsidTr="00A32465">
        <w:trPr>
          <w:trHeight w:val="397"/>
        </w:trPr>
        <w:tc>
          <w:tcPr>
            <w:tcW w:w="7513" w:type="dxa"/>
          </w:tcPr>
          <w:p w14:paraId="38D52261" w14:textId="451A1AC1"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3FD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5813A81" w14:textId="77777777" w:rsidR="00EE3FDE" w:rsidRPr="00EE3FDE" w:rsidRDefault="00EE3FDE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394BF66" w14:textId="77777777"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35C9D">
              <w:rPr>
                <w:rStyle w:val="wrtext"/>
                <w:b w:val="0"/>
                <w:sz w:val="20"/>
                <w:szCs w:val="20"/>
              </w:rPr>
              <w:t>Serafin T., Parszowski S., Bezpieczeństwo społeczności Lokalnych. Programy prewencyjne w systemie bezpieczeństwa: zarządzanie bezpieczeństwem, Difin, Warszawa 2011.</w:t>
            </w:r>
          </w:p>
          <w:p w14:paraId="5C7F95ED" w14:textId="77777777"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2.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Skrabacz, Bezpieczeństwo społeczne. Podstawy teoretyczne i praktyczne, Warszawa 2012.</w:t>
            </w:r>
          </w:p>
          <w:p w14:paraId="25A79830" w14:textId="77777777"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3. </w:t>
            </w:r>
            <w:r w:rsidRPr="00135C9D">
              <w:rPr>
                <w:rStyle w:val="wrtext"/>
                <w:b w:val="0"/>
                <w:sz w:val="20"/>
                <w:szCs w:val="20"/>
              </w:rPr>
              <w:t>W. Kitler, Bezpieczeństwo narodowe RP, Warszawa 2011</w:t>
            </w:r>
            <w:r>
              <w:rPr>
                <w:rStyle w:val="wrtext"/>
                <w:b w:val="0"/>
                <w:sz w:val="20"/>
                <w:szCs w:val="20"/>
              </w:rPr>
              <w:t>.</w:t>
            </w:r>
          </w:p>
          <w:p w14:paraId="29864347" w14:textId="77777777" w:rsidR="00C6062A" w:rsidRPr="009C54AE" w:rsidRDefault="00C6062A" w:rsidP="00EE3F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4. </w:t>
            </w:r>
            <w:r w:rsidRPr="00135C9D">
              <w:rPr>
                <w:rStyle w:val="wrtext"/>
                <w:b w:val="0"/>
                <w:sz w:val="20"/>
                <w:szCs w:val="20"/>
              </w:rPr>
              <w:t>Sochala C., Współdziałanie w realizacji zadań na rzecz bezpieczeństwa narodowego Rzeczypospolitej Polskiej w XXI w. - w sytuacjach zagrożeń. Wybrane zagadnienia [w:] Pacek B., Piątek Z., Olearczyk S. (red.), Współdziałanie Sił Zbrojnych RP z Policją i administracją samorządową w sytuacjach zagrożeń, Stowarzyszenie Ruch Wspólnot Obronnych, Warszawa 2012.</w:t>
            </w:r>
          </w:p>
        </w:tc>
      </w:tr>
    </w:tbl>
    <w:p w14:paraId="24E3CA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103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62CCA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4E23C" w14:textId="77777777" w:rsidR="00AE4DC7" w:rsidRDefault="00AE4DC7" w:rsidP="00C16ABF">
      <w:pPr>
        <w:spacing w:after="0" w:line="240" w:lineRule="auto"/>
      </w:pPr>
      <w:r>
        <w:separator/>
      </w:r>
    </w:p>
  </w:endnote>
  <w:endnote w:type="continuationSeparator" w:id="0">
    <w:p w14:paraId="298E9F4A" w14:textId="77777777" w:rsidR="00AE4DC7" w:rsidRDefault="00AE4D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6CE9E" w14:textId="77777777" w:rsidR="00AE4DC7" w:rsidRDefault="00AE4DC7" w:rsidP="00C16ABF">
      <w:pPr>
        <w:spacing w:after="0" w:line="240" w:lineRule="auto"/>
      </w:pPr>
      <w:r>
        <w:separator/>
      </w:r>
    </w:p>
  </w:footnote>
  <w:footnote w:type="continuationSeparator" w:id="0">
    <w:p w14:paraId="19FF5E55" w14:textId="77777777" w:rsidR="00AE4DC7" w:rsidRDefault="00AE4DC7" w:rsidP="00C16ABF">
      <w:pPr>
        <w:spacing w:after="0" w:line="240" w:lineRule="auto"/>
      </w:pPr>
      <w:r>
        <w:continuationSeparator/>
      </w:r>
    </w:p>
  </w:footnote>
  <w:footnote w:id="1">
    <w:p w14:paraId="42D143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21804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25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A9A"/>
    <w:rsid w:val="000C1ABE"/>
    <w:rsid w:val="000D04B0"/>
    <w:rsid w:val="000D0B33"/>
    <w:rsid w:val="000F1C57"/>
    <w:rsid w:val="000F5615"/>
    <w:rsid w:val="00124BFF"/>
    <w:rsid w:val="0012560E"/>
    <w:rsid w:val="00127108"/>
    <w:rsid w:val="001279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25C"/>
    <w:rsid w:val="00192F37"/>
    <w:rsid w:val="001A70D2"/>
    <w:rsid w:val="001D2B4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5E3"/>
    <w:rsid w:val="00387E1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D07"/>
    <w:rsid w:val="004968E2"/>
    <w:rsid w:val="004A3EEA"/>
    <w:rsid w:val="004A4D1F"/>
    <w:rsid w:val="004A79A5"/>
    <w:rsid w:val="004D5282"/>
    <w:rsid w:val="004F1551"/>
    <w:rsid w:val="004F55A3"/>
    <w:rsid w:val="0050496F"/>
    <w:rsid w:val="00513B6F"/>
    <w:rsid w:val="00517C63"/>
    <w:rsid w:val="005242DB"/>
    <w:rsid w:val="0052753E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6B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BAF"/>
    <w:rsid w:val="00745302"/>
    <w:rsid w:val="007461D6"/>
    <w:rsid w:val="00746EC8"/>
    <w:rsid w:val="00763BF1"/>
    <w:rsid w:val="00766FD4"/>
    <w:rsid w:val="00776C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C6D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172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DC7"/>
    <w:rsid w:val="00AE5FCB"/>
    <w:rsid w:val="00AF2C1E"/>
    <w:rsid w:val="00B06142"/>
    <w:rsid w:val="00B135B1"/>
    <w:rsid w:val="00B167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9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C74"/>
    <w:rsid w:val="00C56036"/>
    <w:rsid w:val="00C6062A"/>
    <w:rsid w:val="00C61DC5"/>
    <w:rsid w:val="00C67E92"/>
    <w:rsid w:val="00C70A26"/>
    <w:rsid w:val="00C766DF"/>
    <w:rsid w:val="00C90764"/>
    <w:rsid w:val="00C94B98"/>
    <w:rsid w:val="00CA2B96"/>
    <w:rsid w:val="00CA5089"/>
    <w:rsid w:val="00CC32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26A"/>
    <w:rsid w:val="00E77E88"/>
    <w:rsid w:val="00E8107D"/>
    <w:rsid w:val="00E960BB"/>
    <w:rsid w:val="00EA2074"/>
    <w:rsid w:val="00EA4832"/>
    <w:rsid w:val="00EA4E9D"/>
    <w:rsid w:val="00EC4899"/>
    <w:rsid w:val="00ED03AB"/>
    <w:rsid w:val="00ED211B"/>
    <w:rsid w:val="00ED32D2"/>
    <w:rsid w:val="00EE32DE"/>
    <w:rsid w:val="00EE3FDE"/>
    <w:rsid w:val="00EE5457"/>
    <w:rsid w:val="00F070AB"/>
    <w:rsid w:val="00F17567"/>
    <w:rsid w:val="00F177B2"/>
    <w:rsid w:val="00F27A7B"/>
    <w:rsid w:val="00F526AF"/>
    <w:rsid w:val="00F56CF1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E0AC"/>
  <w15:docId w15:val="{99D88788-BDD2-4756-9E32-1B9C9318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6062A"/>
  </w:style>
  <w:style w:type="character" w:styleId="Odwoaniedokomentarza">
    <w:name w:val="annotation reference"/>
    <w:basedOn w:val="Domylnaczcionkaakapitu"/>
    <w:uiPriority w:val="99"/>
    <w:semiHidden/>
    <w:unhideWhenUsed/>
    <w:rsid w:val="00C53C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C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C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C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C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A6AF9-E515-437C-B35F-9ABD3C730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8</cp:revision>
  <cp:lastPrinted>2019-02-06T12:12:00Z</cp:lastPrinted>
  <dcterms:created xsi:type="dcterms:W3CDTF">2020-12-04T07:25:00Z</dcterms:created>
  <dcterms:modified xsi:type="dcterms:W3CDTF">2024-01-17T09:54:00Z</dcterms:modified>
</cp:coreProperties>
</file>